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2CE42" w14:textId="77777777" w:rsidR="00C72B8D" w:rsidRDefault="00C72B8D" w:rsidP="000F2626">
      <w:pPr>
        <w:tabs>
          <w:tab w:val="left" w:pos="3645"/>
          <w:tab w:val="left" w:pos="3780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11FFA594" w14:textId="77777777" w:rsidR="00C72B8D" w:rsidRDefault="00C72B8D" w:rsidP="000F2626">
      <w:pPr>
        <w:tabs>
          <w:tab w:val="left" w:pos="3645"/>
          <w:tab w:val="left" w:pos="3780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177FCBF3" w14:textId="1EE95554" w:rsidR="00C72B8D" w:rsidRDefault="00C72B8D" w:rsidP="000F2626">
      <w:pPr>
        <w:tabs>
          <w:tab w:val="left" w:pos="3645"/>
          <w:tab w:val="left" w:pos="3780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787B2CFE" w14:textId="287A0882" w:rsidR="00616311" w:rsidRDefault="00616311" w:rsidP="000F2626">
      <w:pPr>
        <w:tabs>
          <w:tab w:val="left" w:pos="3645"/>
          <w:tab w:val="left" w:pos="3780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6CA51CFE" w14:textId="77777777" w:rsidR="00616311" w:rsidRDefault="00616311" w:rsidP="000F2626">
      <w:pPr>
        <w:tabs>
          <w:tab w:val="left" w:pos="3645"/>
          <w:tab w:val="left" w:pos="3780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33BAA9F4" w14:textId="77777777" w:rsidR="009009F2" w:rsidRDefault="009009F2" w:rsidP="000F262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09F2">
        <w:rPr>
          <w:rFonts w:ascii="Times New Roman" w:hAnsi="Times New Roman" w:cs="Times New Roman"/>
          <w:sz w:val="24"/>
          <w:szCs w:val="24"/>
        </w:rPr>
        <w:t>Process Flow Diagram and Description</w:t>
      </w:r>
    </w:p>
    <w:p w14:paraId="356A7990" w14:textId="164016E2" w:rsidR="006C5AA0" w:rsidRPr="00A94109" w:rsidRDefault="006C5AA0" w:rsidP="000F262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4109">
        <w:rPr>
          <w:rFonts w:ascii="Times New Roman" w:hAnsi="Times New Roman" w:cs="Times New Roman"/>
          <w:sz w:val="24"/>
          <w:szCs w:val="24"/>
        </w:rPr>
        <w:t>Ummar Zahid</w:t>
      </w:r>
    </w:p>
    <w:p w14:paraId="50C64854" w14:textId="7F5B65E6" w:rsidR="006C5AA0" w:rsidRPr="00A94109" w:rsidRDefault="006C5AA0" w:rsidP="000F262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4109">
        <w:rPr>
          <w:rFonts w:ascii="Times New Roman" w:hAnsi="Times New Roman" w:cs="Times New Roman"/>
          <w:sz w:val="24"/>
          <w:szCs w:val="24"/>
        </w:rPr>
        <w:t xml:space="preserve">Professor: </w:t>
      </w:r>
      <w:r w:rsidR="00781ACF" w:rsidRPr="00781ACF">
        <w:rPr>
          <w:rFonts w:ascii="Times New Roman" w:hAnsi="Times New Roman" w:cs="Times New Roman"/>
          <w:sz w:val="24"/>
          <w:szCs w:val="24"/>
        </w:rPr>
        <w:t>James Manning</w:t>
      </w:r>
    </w:p>
    <w:p w14:paraId="61D18F23" w14:textId="0996BF49" w:rsidR="006C5AA0" w:rsidRPr="00A94109" w:rsidRDefault="006C5AA0" w:rsidP="000F262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4109">
        <w:rPr>
          <w:rFonts w:ascii="Times New Roman" w:hAnsi="Times New Roman" w:cs="Times New Roman"/>
          <w:sz w:val="24"/>
          <w:szCs w:val="24"/>
        </w:rPr>
        <w:t xml:space="preserve">  </w:t>
      </w:r>
      <w:r w:rsidR="00781ACF">
        <w:rPr>
          <w:rFonts w:ascii="Times New Roman" w:hAnsi="Times New Roman" w:cs="Times New Roman"/>
          <w:sz w:val="24"/>
          <w:szCs w:val="24"/>
        </w:rPr>
        <w:t>Information Technology Capstone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6D1CA3" w14:textId="121F8412" w:rsidR="006C5AA0" w:rsidRPr="00A94109" w:rsidRDefault="006C5AA0" w:rsidP="000F262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4109">
        <w:rPr>
          <w:rFonts w:ascii="Times New Roman" w:hAnsi="Times New Roman" w:cs="Times New Roman"/>
          <w:sz w:val="24"/>
          <w:szCs w:val="24"/>
        </w:rPr>
        <w:t xml:space="preserve">Date </w:t>
      </w:r>
      <w:r w:rsidR="009009F2">
        <w:rPr>
          <w:rFonts w:ascii="Times New Roman" w:hAnsi="Times New Roman" w:cs="Times New Roman"/>
          <w:sz w:val="24"/>
          <w:szCs w:val="24"/>
        </w:rPr>
        <w:t>11</w:t>
      </w:r>
      <w:r w:rsidRPr="00A94109">
        <w:rPr>
          <w:rFonts w:ascii="Times New Roman" w:hAnsi="Times New Roman" w:cs="Times New Roman"/>
          <w:sz w:val="24"/>
          <w:szCs w:val="24"/>
        </w:rPr>
        <w:t>/</w:t>
      </w:r>
      <w:r w:rsidR="009009F2">
        <w:rPr>
          <w:rFonts w:ascii="Times New Roman" w:hAnsi="Times New Roman" w:cs="Times New Roman"/>
          <w:sz w:val="24"/>
          <w:szCs w:val="24"/>
        </w:rPr>
        <w:t>10</w:t>
      </w:r>
      <w:r w:rsidRPr="00A94109">
        <w:rPr>
          <w:rFonts w:ascii="Times New Roman" w:hAnsi="Times New Roman" w:cs="Times New Roman"/>
          <w:sz w:val="24"/>
          <w:szCs w:val="24"/>
        </w:rPr>
        <w:t>/2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5FAD2C43" w14:textId="66FDF26D" w:rsidR="00C72B8D" w:rsidRDefault="00C72B8D" w:rsidP="000F2626">
      <w:pPr>
        <w:tabs>
          <w:tab w:val="left" w:pos="3645"/>
          <w:tab w:val="left" w:pos="3780"/>
        </w:tabs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CD0AF4" w14:textId="2DD3130E" w:rsidR="008A2DDC" w:rsidRDefault="008A2DDC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21AA3FD" w14:textId="77777777" w:rsidR="00781ACF" w:rsidRDefault="00781ACF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36E8DB1" w14:textId="77777777" w:rsidR="00781ACF" w:rsidRDefault="00781ACF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0D9AA87" w14:textId="77777777" w:rsidR="00781ACF" w:rsidRDefault="00781ACF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5C3C90B" w14:textId="77777777" w:rsidR="00781ACF" w:rsidRDefault="00781ACF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22BF7AE" w14:textId="77777777" w:rsidR="00781ACF" w:rsidRDefault="00781ACF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B0B5F6C" w14:textId="77777777" w:rsidR="00781ACF" w:rsidRDefault="00781ACF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9CCBCC9" w14:textId="77777777" w:rsidR="00621263" w:rsidRDefault="00621263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6C87F79" w14:textId="2B9FA396" w:rsidR="009F5982" w:rsidRPr="009F5982" w:rsidRDefault="009F5982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F5982">
        <w:rPr>
          <w:rFonts w:ascii="Times New Roman" w:hAnsi="Times New Roman" w:cs="Times New Roman"/>
          <w:sz w:val="24"/>
          <w:szCs w:val="24"/>
        </w:rPr>
        <w:lastRenderedPageBreak/>
        <w:t>Memo</w:t>
      </w:r>
      <w:r w:rsidR="00872A68">
        <w:rPr>
          <w:rFonts w:ascii="Times New Roman" w:hAnsi="Times New Roman" w:cs="Times New Roman"/>
          <w:sz w:val="24"/>
          <w:szCs w:val="24"/>
        </w:rPr>
        <w:t xml:space="preserve"> (</w:t>
      </w:r>
      <w:r w:rsidR="00872A68" w:rsidRPr="003E34AD">
        <w:rPr>
          <w:rFonts w:ascii="Times New Roman" w:hAnsi="Times New Roman" w:cs="Times New Roman"/>
          <w:sz w:val="24"/>
          <w:szCs w:val="24"/>
        </w:rPr>
        <w:t>TechTrendz</w:t>
      </w:r>
      <w:r w:rsidR="00872A68">
        <w:rPr>
          <w:rFonts w:ascii="Times New Roman" w:hAnsi="Times New Roman" w:cs="Times New Roman"/>
          <w:sz w:val="24"/>
          <w:szCs w:val="24"/>
        </w:rPr>
        <w:t>)</w:t>
      </w:r>
    </w:p>
    <w:p w14:paraId="14CF0ED7" w14:textId="7E498ED9" w:rsidR="009F5982" w:rsidRPr="009F5982" w:rsidRDefault="009F5982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F5982">
        <w:rPr>
          <w:rFonts w:ascii="Times New Roman" w:hAnsi="Times New Roman" w:cs="Times New Roman"/>
          <w:sz w:val="24"/>
          <w:szCs w:val="24"/>
        </w:rPr>
        <w:t xml:space="preserve">To: </w:t>
      </w:r>
      <w:r>
        <w:rPr>
          <w:rFonts w:ascii="Times New Roman" w:hAnsi="Times New Roman" w:cs="Times New Roman"/>
          <w:sz w:val="24"/>
          <w:szCs w:val="24"/>
        </w:rPr>
        <w:t>Tom Cruise</w:t>
      </w:r>
    </w:p>
    <w:p w14:paraId="66790553" w14:textId="62816AC9" w:rsidR="009F5982" w:rsidRPr="009F5982" w:rsidRDefault="009F5982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F5982">
        <w:rPr>
          <w:rFonts w:ascii="Times New Roman" w:hAnsi="Times New Roman" w:cs="Times New Roman"/>
          <w:sz w:val="24"/>
          <w:szCs w:val="24"/>
        </w:rPr>
        <w:t xml:space="preserve">From: </w:t>
      </w:r>
      <w:r>
        <w:rPr>
          <w:rFonts w:ascii="Times New Roman" w:hAnsi="Times New Roman" w:cs="Times New Roman"/>
          <w:sz w:val="24"/>
          <w:szCs w:val="24"/>
        </w:rPr>
        <w:t>Ummar Zahid</w:t>
      </w:r>
      <w:r w:rsidRPr="009F59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CE3C56" w14:textId="79B9695A" w:rsidR="009F5982" w:rsidRPr="009F5982" w:rsidRDefault="009F5982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F5982">
        <w:rPr>
          <w:rFonts w:ascii="Times New Roman" w:hAnsi="Times New Roman" w:cs="Times New Roman"/>
          <w:sz w:val="24"/>
          <w:szCs w:val="24"/>
        </w:rPr>
        <w:t xml:space="preserve">CC:  </w:t>
      </w:r>
      <w:r>
        <w:rPr>
          <w:rFonts w:ascii="Times New Roman" w:hAnsi="Times New Roman" w:cs="Times New Roman"/>
          <w:sz w:val="24"/>
          <w:szCs w:val="24"/>
        </w:rPr>
        <w:t>Wali Ummar</w:t>
      </w:r>
    </w:p>
    <w:p w14:paraId="41ED7A65" w14:textId="77777777" w:rsidR="009F5982" w:rsidRPr="009F5982" w:rsidRDefault="009F5982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E7D55A6" w14:textId="400047E8" w:rsidR="009F5982" w:rsidRDefault="009F5982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F5982">
        <w:rPr>
          <w:rFonts w:ascii="Times New Roman" w:hAnsi="Times New Roman" w:cs="Times New Roman"/>
          <w:sz w:val="24"/>
          <w:szCs w:val="24"/>
        </w:rPr>
        <w:t xml:space="preserve">Dear </w:t>
      </w:r>
      <w:r w:rsidR="000F2626">
        <w:rPr>
          <w:rFonts w:ascii="Times New Roman" w:hAnsi="Times New Roman" w:cs="Times New Roman"/>
          <w:sz w:val="24"/>
          <w:szCs w:val="24"/>
        </w:rPr>
        <w:t>Tom Cruise</w:t>
      </w:r>
      <w:r w:rsidRPr="009F5982">
        <w:rPr>
          <w:rFonts w:ascii="Times New Roman" w:hAnsi="Times New Roman" w:cs="Times New Roman"/>
          <w:sz w:val="24"/>
          <w:szCs w:val="24"/>
        </w:rPr>
        <w:t>,</w:t>
      </w:r>
    </w:p>
    <w:p w14:paraId="7C1E08CA" w14:textId="7722864A" w:rsidR="000F2626" w:rsidRDefault="000F2626" w:rsidP="000F2626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F2626">
        <w:rPr>
          <w:rFonts w:ascii="Times New Roman" w:hAnsi="Times New Roman" w:cs="Times New Roman"/>
          <w:b/>
          <w:bCs/>
          <w:sz w:val="24"/>
          <w:szCs w:val="24"/>
        </w:rPr>
        <w:t>Software Developers</w:t>
      </w:r>
      <w:r w:rsidRPr="000F2626">
        <w:rPr>
          <w:rFonts w:ascii="Times New Roman" w:hAnsi="Times New Roman" w:cs="Times New Roman"/>
          <w:b/>
          <w:bCs/>
          <w:sz w:val="24"/>
          <w:szCs w:val="24"/>
        </w:rPr>
        <w:t xml:space="preserve"> Responsibilities:</w:t>
      </w:r>
    </w:p>
    <w:p w14:paraId="5945CC2A" w14:textId="74AAA766" w:rsidR="000F2626" w:rsidRPr="000F2626" w:rsidRDefault="000F2626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F2626">
        <w:rPr>
          <w:rFonts w:ascii="Times New Roman" w:hAnsi="Times New Roman" w:cs="Times New Roman"/>
          <w:b/>
          <w:bCs/>
          <w:sz w:val="24"/>
          <w:szCs w:val="24"/>
        </w:rPr>
        <w:t>Application Requirements Analysis:</w:t>
      </w:r>
      <w:r w:rsidRPr="000F2626">
        <w:rPr>
          <w:rFonts w:ascii="Times New Roman" w:hAnsi="Times New Roman" w:cs="Times New Roman"/>
          <w:sz w:val="24"/>
          <w:szCs w:val="24"/>
        </w:rPr>
        <w:t xml:space="preserve"> Collaborate with stakeholders, including end-users and business analysts, to gather and understand application requirements. This involves identifying functionalities, user expectations, and business needs.</w:t>
      </w:r>
    </w:p>
    <w:p w14:paraId="1BE66E04" w14:textId="51E4DC34" w:rsidR="000F2626" w:rsidRPr="000F2626" w:rsidRDefault="000F2626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F2626">
        <w:rPr>
          <w:rFonts w:ascii="Times New Roman" w:hAnsi="Times New Roman" w:cs="Times New Roman"/>
          <w:b/>
          <w:bCs/>
          <w:sz w:val="24"/>
          <w:szCs w:val="24"/>
        </w:rPr>
        <w:t>End-User Input:</w:t>
      </w:r>
      <w:r w:rsidRPr="000F2626">
        <w:rPr>
          <w:rFonts w:ascii="Times New Roman" w:hAnsi="Times New Roman" w:cs="Times New Roman"/>
          <w:sz w:val="24"/>
          <w:szCs w:val="24"/>
        </w:rPr>
        <w:t xml:space="preserve"> Engage with end-users to gather feedback, ensuring that the application design aligns with user expectations and provides a seamless and intuitive user experience.</w:t>
      </w:r>
    </w:p>
    <w:p w14:paraId="029A68B0" w14:textId="53E0A350" w:rsidR="000F2626" w:rsidRPr="000F2626" w:rsidRDefault="000F2626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F2626">
        <w:rPr>
          <w:rFonts w:ascii="Times New Roman" w:hAnsi="Times New Roman" w:cs="Times New Roman"/>
          <w:b/>
          <w:bCs/>
          <w:sz w:val="24"/>
          <w:szCs w:val="24"/>
        </w:rPr>
        <w:t>Design Process:</w:t>
      </w:r>
      <w:r w:rsidRPr="000F2626">
        <w:rPr>
          <w:rFonts w:ascii="Times New Roman" w:hAnsi="Times New Roman" w:cs="Times New Roman"/>
          <w:sz w:val="24"/>
          <w:szCs w:val="24"/>
        </w:rPr>
        <w:t xml:space="preserve"> Work on the design phase of application development, creating architectural plans, wireframes, and prototypes. This involves defining the overall structure, user interface elements, and navigation flow of the application.</w:t>
      </w:r>
    </w:p>
    <w:p w14:paraId="661BCF14" w14:textId="6BE60788" w:rsidR="000F2626" w:rsidRPr="000F2626" w:rsidRDefault="000F2626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F2626">
        <w:rPr>
          <w:rFonts w:ascii="Times New Roman" w:hAnsi="Times New Roman" w:cs="Times New Roman"/>
          <w:b/>
          <w:bCs/>
          <w:sz w:val="24"/>
          <w:szCs w:val="24"/>
        </w:rPr>
        <w:t>Coding and Development:</w:t>
      </w:r>
      <w:r w:rsidRPr="000F2626">
        <w:rPr>
          <w:rFonts w:ascii="Times New Roman" w:hAnsi="Times New Roman" w:cs="Times New Roman"/>
          <w:sz w:val="24"/>
          <w:szCs w:val="24"/>
        </w:rPr>
        <w:t xml:space="preserve"> Implement the application logic and features according to the design specifications. This includes writing code, integrating external components, and ensuring the functionality meets the specified requirements.</w:t>
      </w:r>
    </w:p>
    <w:p w14:paraId="53E41E3D" w14:textId="77777777" w:rsidR="000F2626" w:rsidRPr="000F2626" w:rsidRDefault="000F2626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0F2626">
        <w:rPr>
          <w:rFonts w:ascii="Times New Roman" w:hAnsi="Times New Roman" w:cs="Times New Roman"/>
          <w:b/>
          <w:bCs/>
          <w:sz w:val="24"/>
          <w:szCs w:val="24"/>
        </w:rPr>
        <w:t>Testing and Quality Assurance:</w:t>
      </w:r>
      <w:r w:rsidRPr="000F2626">
        <w:rPr>
          <w:rFonts w:ascii="Times New Roman" w:hAnsi="Times New Roman" w:cs="Times New Roman"/>
          <w:sz w:val="24"/>
          <w:szCs w:val="24"/>
        </w:rPr>
        <w:t xml:space="preserve"> Conduct thorough testing of the developed application to identify and address bugs, security vulnerabilities, and performance issues. This ensures a robust and reliable final product.</w:t>
      </w:r>
    </w:p>
    <w:p w14:paraId="7168DA2E" w14:textId="77777777" w:rsidR="000F2626" w:rsidRPr="000F2626" w:rsidRDefault="000F2626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F7B6145" w14:textId="178D2C0C" w:rsidR="000F2626" w:rsidRPr="000F2626" w:rsidRDefault="000F2626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45932">
        <w:rPr>
          <w:rFonts w:ascii="Times New Roman" w:hAnsi="Times New Roman" w:cs="Times New Roman"/>
          <w:b/>
          <w:bCs/>
          <w:sz w:val="24"/>
          <w:szCs w:val="24"/>
        </w:rPr>
        <w:t>Collaboration with Other Teams:</w:t>
      </w:r>
      <w:r w:rsidRPr="000F2626">
        <w:rPr>
          <w:rFonts w:ascii="Times New Roman" w:hAnsi="Times New Roman" w:cs="Times New Roman"/>
          <w:sz w:val="24"/>
          <w:szCs w:val="24"/>
        </w:rPr>
        <w:t xml:space="preserve"> Work closely with other teams, such as cybersecurity specialists and data management specialists, to ensure that security measures and data handling processes are integrated into the application.</w:t>
      </w:r>
    </w:p>
    <w:p w14:paraId="15F1499E" w14:textId="3B4F84E9" w:rsidR="000F2626" w:rsidRDefault="000F2626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45932">
        <w:rPr>
          <w:rFonts w:ascii="Times New Roman" w:hAnsi="Times New Roman" w:cs="Times New Roman"/>
          <w:b/>
          <w:bCs/>
          <w:sz w:val="24"/>
          <w:szCs w:val="24"/>
        </w:rPr>
        <w:t>Deployment and Maintenance:</w:t>
      </w:r>
      <w:r w:rsidRPr="000F2626">
        <w:rPr>
          <w:rFonts w:ascii="Times New Roman" w:hAnsi="Times New Roman" w:cs="Times New Roman"/>
          <w:sz w:val="24"/>
          <w:szCs w:val="24"/>
        </w:rPr>
        <w:t xml:space="preserve"> Oversee the deployment of the application, ensuring a smooth transition from development to production. Provide ongoing support and maintenance, addressing any issues that may arise post-deployment.</w:t>
      </w:r>
    </w:p>
    <w:p w14:paraId="2572C651" w14:textId="0A279A80" w:rsidR="00145932" w:rsidRDefault="00145932" w:rsidP="000F2626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45932">
        <w:rPr>
          <w:rFonts w:ascii="Times New Roman" w:hAnsi="Times New Roman" w:cs="Times New Roman"/>
          <w:b/>
          <w:bCs/>
          <w:sz w:val="24"/>
          <w:szCs w:val="24"/>
        </w:rPr>
        <w:t>Steps of the SDLC for App Development:</w:t>
      </w:r>
    </w:p>
    <w:p w14:paraId="797556A7" w14:textId="77777777" w:rsidR="00F07DAC" w:rsidRPr="00F07DAC" w:rsidRDefault="00F07DAC" w:rsidP="00F07DAC">
      <w:pPr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b/>
          <w:bCs/>
          <w:sz w:val="24"/>
          <w:szCs w:val="24"/>
        </w:rPr>
        <w:t>Planning:</w:t>
      </w:r>
    </w:p>
    <w:p w14:paraId="258A41CD" w14:textId="77777777" w:rsidR="00F07DAC" w:rsidRPr="00F07DAC" w:rsidRDefault="00F07DAC" w:rsidP="00F07DAC">
      <w:pPr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b/>
          <w:bCs/>
          <w:sz w:val="24"/>
          <w:szCs w:val="24"/>
        </w:rPr>
        <w:t>Objective:</w:t>
      </w:r>
      <w:r w:rsidRPr="00F07DAC">
        <w:rPr>
          <w:rFonts w:ascii="Times New Roman" w:hAnsi="Times New Roman" w:cs="Times New Roman"/>
          <w:sz w:val="24"/>
          <w:szCs w:val="24"/>
        </w:rPr>
        <w:t xml:space="preserve"> Define the project scope, goals, and requirements.</w:t>
      </w:r>
    </w:p>
    <w:p w14:paraId="440B1623" w14:textId="77777777" w:rsidR="00F07DAC" w:rsidRPr="00F07DAC" w:rsidRDefault="00F07DAC" w:rsidP="00F07DAC">
      <w:pPr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b/>
          <w:bCs/>
          <w:sz w:val="24"/>
          <w:szCs w:val="24"/>
        </w:rPr>
        <w:t>Activities:</w:t>
      </w:r>
    </w:p>
    <w:p w14:paraId="785D0D2F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Conduct market research to understand user needs and preferences.</w:t>
      </w:r>
    </w:p>
    <w:p w14:paraId="24CFC76D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Define project milestones and deliverables.</w:t>
      </w:r>
    </w:p>
    <w:p w14:paraId="5222641B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Estimate budget and resource requirements.</w:t>
      </w:r>
    </w:p>
    <w:p w14:paraId="0C6752E7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Develop a risk management plan to identify and mitigate potential challenges.</w:t>
      </w:r>
    </w:p>
    <w:p w14:paraId="72E41B64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Establish communication and collaboration channels within the project team.</w:t>
      </w:r>
    </w:p>
    <w:p w14:paraId="33FBC35D" w14:textId="77777777" w:rsidR="00F07DAC" w:rsidRPr="00F07DAC" w:rsidRDefault="00F07DAC" w:rsidP="00F07DAC">
      <w:pPr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b/>
          <w:bCs/>
          <w:sz w:val="24"/>
          <w:szCs w:val="24"/>
        </w:rPr>
        <w:t>Analysis:</w:t>
      </w:r>
    </w:p>
    <w:p w14:paraId="5C82A053" w14:textId="77777777" w:rsidR="00F07DAC" w:rsidRPr="00F07DAC" w:rsidRDefault="00F07DAC" w:rsidP="00F07DAC">
      <w:pPr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b/>
          <w:bCs/>
          <w:sz w:val="24"/>
          <w:szCs w:val="24"/>
        </w:rPr>
        <w:t>Objective:</w:t>
      </w:r>
      <w:r w:rsidRPr="00F07DAC">
        <w:rPr>
          <w:rFonts w:ascii="Times New Roman" w:hAnsi="Times New Roman" w:cs="Times New Roman"/>
          <w:sz w:val="24"/>
          <w:szCs w:val="24"/>
        </w:rPr>
        <w:t xml:space="preserve"> Gather and analyze detailed requirements for the application.</w:t>
      </w:r>
    </w:p>
    <w:p w14:paraId="1A4D6C51" w14:textId="77777777" w:rsidR="00F07DAC" w:rsidRPr="00F07DAC" w:rsidRDefault="00F07DAC" w:rsidP="00F07DAC">
      <w:pPr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b/>
          <w:bCs/>
          <w:sz w:val="24"/>
          <w:szCs w:val="24"/>
        </w:rPr>
        <w:t>Activities:</w:t>
      </w:r>
    </w:p>
    <w:p w14:paraId="274122F0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lastRenderedPageBreak/>
        <w:t>Conduct interviews and workshops with stakeholders to elicit requirements.</w:t>
      </w:r>
    </w:p>
    <w:p w14:paraId="08E61DEB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Use tools like use cases, user stories, and requirement documents to document requirements.</w:t>
      </w:r>
    </w:p>
    <w:p w14:paraId="7F1673D8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Prioritize requirements based on business value and urgency.</w:t>
      </w:r>
    </w:p>
    <w:p w14:paraId="1B671D82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Validate requirements with stakeholders to ensure accuracy and completeness.</w:t>
      </w:r>
    </w:p>
    <w:p w14:paraId="5DE3B767" w14:textId="77777777" w:rsidR="00F07DAC" w:rsidRPr="00F07DAC" w:rsidRDefault="00F07DAC" w:rsidP="00F07DAC">
      <w:pPr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b/>
          <w:bCs/>
          <w:sz w:val="24"/>
          <w:szCs w:val="24"/>
        </w:rPr>
        <w:t>Design:</w:t>
      </w:r>
    </w:p>
    <w:p w14:paraId="03FFC695" w14:textId="77777777" w:rsidR="00F07DAC" w:rsidRPr="00F07DAC" w:rsidRDefault="00F07DAC" w:rsidP="00F07DAC">
      <w:pPr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b/>
          <w:bCs/>
          <w:sz w:val="24"/>
          <w:szCs w:val="24"/>
        </w:rPr>
        <w:t>Objective:</w:t>
      </w:r>
      <w:r w:rsidRPr="00F07DAC">
        <w:rPr>
          <w:rFonts w:ascii="Times New Roman" w:hAnsi="Times New Roman" w:cs="Times New Roman"/>
          <w:sz w:val="24"/>
          <w:szCs w:val="24"/>
        </w:rPr>
        <w:t xml:space="preserve"> Develop a blueprint for the application based on gathered requirements.</w:t>
      </w:r>
    </w:p>
    <w:p w14:paraId="067205A5" w14:textId="77777777" w:rsidR="00F07DAC" w:rsidRPr="00F07DAC" w:rsidRDefault="00F07DAC" w:rsidP="00F07DAC">
      <w:pPr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b/>
          <w:bCs/>
          <w:sz w:val="24"/>
          <w:szCs w:val="24"/>
        </w:rPr>
        <w:t>Activities:</w:t>
      </w:r>
    </w:p>
    <w:p w14:paraId="5F4F314E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Create high-level and low-level architectural designs.</w:t>
      </w:r>
    </w:p>
    <w:p w14:paraId="7C23572C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Design the database schema and data flow.</w:t>
      </w:r>
    </w:p>
    <w:p w14:paraId="72D42B04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Develop wireframes and prototypes for the user interface.</w:t>
      </w:r>
    </w:p>
    <w:p w14:paraId="5083385B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Choose appropriate technologies and frameworks for implementation.</w:t>
      </w:r>
    </w:p>
    <w:p w14:paraId="5515D74B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Perform a security assessment and plan for encryption and access controls.</w:t>
      </w:r>
    </w:p>
    <w:p w14:paraId="41F14917" w14:textId="77777777" w:rsidR="00F07DAC" w:rsidRPr="00F07DAC" w:rsidRDefault="00F07DAC" w:rsidP="00F07DAC">
      <w:pPr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b/>
          <w:bCs/>
          <w:sz w:val="24"/>
          <w:szCs w:val="24"/>
        </w:rPr>
        <w:t>Build:</w:t>
      </w:r>
    </w:p>
    <w:p w14:paraId="608DBFF6" w14:textId="77777777" w:rsidR="00F07DAC" w:rsidRPr="00F07DAC" w:rsidRDefault="00F07DAC" w:rsidP="00F07DAC">
      <w:pPr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b/>
          <w:bCs/>
          <w:sz w:val="24"/>
          <w:szCs w:val="24"/>
        </w:rPr>
        <w:t>Objective:</w:t>
      </w:r>
      <w:r w:rsidRPr="00F07DAC">
        <w:rPr>
          <w:rFonts w:ascii="Times New Roman" w:hAnsi="Times New Roman" w:cs="Times New Roman"/>
          <w:sz w:val="24"/>
          <w:szCs w:val="24"/>
        </w:rPr>
        <w:t xml:space="preserve"> Write, compile, and assemble the source code for the application.</w:t>
      </w:r>
    </w:p>
    <w:p w14:paraId="390A1A95" w14:textId="77777777" w:rsidR="00F07DAC" w:rsidRPr="00F07DAC" w:rsidRDefault="00F07DAC" w:rsidP="00F07DAC">
      <w:pPr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b/>
          <w:bCs/>
          <w:sz w:val="24"/>
          <w:szCs w:val="24"/>
        </w:rPr>
        <w:t>Activities:</w:t>
      </w:r>
    </w:p>
    <w:p w14:paraId="53AA9447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lastRenderedPageBreak/>
        <w:t>Adhere to coding standards and best practices.</w:t>
      </w:r>
    </w:p>
    <w:p w14:paraId="520752F1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Implement version control to manage and track changes in the source code.</w:t>
      </w:r>
    </w:p>
    <w:p w14:paraId="7E05B7A5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Conduct code reviews to ensure code quality and identify potential improvements.</w:t>
      </w:r>
    </w:p>
    <w:p w14:paraId="3C633BD0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Write automated unit tests to verify the correctness of individual components.</w:t>
      </w:r>
    </w:p>
    <w:p w14:paraId="45FA729A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Use continuous integration tools for automated build and integration.</w:t>
      </w:r>
    </w:p>
    <w:p w14:paraId="340B6832" w14:textId="77777777" w:rsidR="00F07DAC" w:rsidRPr="00F07DAC" w:rsidRDefault="00F07DAC" w:rsidP="00F07DAC">
      <w:pPr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b/>
          <w:bCs/>
          <w:sz w:val="24"/>
          <w:szCs w:val="24"/>
        </w:rPr>
        <w:t>Test and Debug:</w:t>
      </w:r>
    </w:p>
    <w:p w14:paraId="34A90F5F" w14:textId="77777777" w:rsidR="00F07DAC" w:rsidRPr="00F07DAC" w:rsidRDefault="00F07DAC" w:rsidP="00F07DAC">
      <w:pPr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b/>
          <w:bCs/>
          <w:sz w:val="24"/>
          <w:szCs w:val="24"/>
        </w:rPr>
        <w:t>Objective:</w:t>
      </w:r>
      <w:r w:rsidRPr="00F07DAC">
        <w:rPr>
          <w:rFonts w:ascii="Times New Roman" w:hAnsi="Times New Roman" w:cs="Times New Roman"/>
          <w:sz w:val="24"/>
          <w:szCs w:val="24"/>
        </w:rPr>
        <w:t xml:space="preserve"> Ensure the application functions correctly and identify and fix any issues.</w:t>
      </w:r>
    </w:p>
    <w:p w14:paraId="54BF74BF" w14:textId="77777777" w:rsidR="00F07DAC" w:rsidRPr="00F07DAC" w:rsidRDefault="00F07DAC" w:rsidP="00F07DAC">
      <w:pPr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b/>
          <w:bCs/>
          <w:sz w:val="24"/>
          <w:szCs w:val="24"/>
        </w:rPr>
        <w:t>Activities:</w:t>
      </w:r>
    </w:p>
    <w:p w14:paraId="4FEE96EE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Perform unit testing to validate the functionality of individual units of code.</w:t>
      </w:r>
    </w:p>
    <w:p w14:paraId="0F21169C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Conduct integration testing to ensure that different modules work seamlessly together.</w:t>
      </w:r>
    </w:p>
    <w:p w14:paraId="036D129A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Execute system testing to validate the entire application against the requirements.</w:t>
      </w:r>
    </w:p>
    <w:p w14:paraId="0A6F4CB4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Implement debugging processes to identify and resolve issues efficiently.</w:t>
      </w:r>
    </w:p>
    <w:p w14:paraId="6ADE560D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lastRenderedPageBreak/>
        <w:t>Consider security testing, performance testing, and user acceptance testing.</w:t>
      </w:r>
    </w:p>
    <w:p w14:paraId="6E98278E" w14:textId="77777777" w:rsidR="00F07DAC" w:rsidRPr="00F07DAC" w:rsidRDefault="00F07DAC" w:rsidP="00F07DAC">
      <w:pPr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b/>
          <w:bCs/>
          <w:sz w:val="24"/>
          <w:szCs w:val="24"/>
        </w:rPr>
        <w:t>Deploy:</w:t>
      </w:r>
    </w:p>
    <w:p w14:paraId="5E327615" w14:textId="77777777" w:rsidR="00F07DAC" w:rsidRPr="00F07DAC" w:rsidRDefault="00F07DAC" w:rsidP="00F07DAC">
      <w:pPr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b/>
          <w:bCs/>
          <w:sz w:val="24"/>
          <w:szCs w:val="24"/>
        </w:rPr>
        <w:t>Objective:</w:t>
      </w:r>
      <w:r w:rsidRPr="00F07DAC">
        <w:rPr>
          <w:rFonts w:ascii="Times New Roman" w:hAnsi="Times New Roman" w:cs="Times New Roman"/>
          <w:sz w:val="24"/>
          <w:szCs w:val="24"/>
        </w:rPr>
        <w:t xml:space="preserve"> Release the application for production use.</w:t>
      </w:r>
    </w:p>
    <w:p w14:paraId="50E8FB70" w14:textId="77777777" w:rsidR="00F07DAC" w:rsidRPr="00F07DAC" w:rsidRDefault="00F07DAC" w:rsidP="00F07DAC">
      <w:pPr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b/>
          <w:bCs/>
          <w:sz w:val="24"/>
          <w:szCs w:val="24"/>
        </w:rPr>
        <w:t>Activities:</w:t>
      </w:r>
    </w:p>
    <w:p w14:paraId="1502E28A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Develop a comprehensive deployment plan, including rollback procedures.</w:t>
      </w:r>
    </w:p>
    <w:p w14:paraId="2AB97C5C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Conduct a pilot release to a subset of users for initial feedback.</w:t>
      </w:r>
    </w:p>
    <w:p w14:paraId="28E4A00D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Monitor key performance indicators during and after deployment.</w:t>
      </w:r>
    </w:p>
    <w:p w14:paraId="65DCE943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Ensure that necessary documentation, training, and support mechanisms are in place.</w:t>
      </w:r>
    </w:p>
    <w:p w14:paraId="66EDA7AC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Coordinate with system administrators and IT operations for a smooth deployment.</w:t>
      </w:r>
    </w:p>
    <w:p w14:paraId="464666BF" w14:textId="77777777" w:rsidR="00F07DAC" w:rsidRPr="00F07DAC" w:rsidRDefault="00F07DAC" w:rsidP="00F07DAC">
      <w:pPr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b/>
          <w:bCs/>
          <w:sz w:val="24"/>
          <w:szCs w:val="24"/>
        </w:rPr>
        <w:t>Maintain:</w:t>
      </w:r>
    </w:p>
    <w:p w14:paraId="15E0917E" w14:textId="77777777" w:rsidR="00F07DAC" w:rsidRPr="00F07DAC" w:rsidRDefault="00F07DAC" w:rsidP="00F07DAC">
      <w:pPr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b/>
          <w:bCs/>
          <w:sz w:val="24"/>
          <w:szCs w:val="24"/>
        </w:rPr>
        <w:t>Objective:</w:t>
      </w:r>
      <w:r w:rsidRPr="00F07DAC">
        <w:rPr>
          <w:rFonts w:ascii="Times New Roman" w:hAnsi="Times New Roman" w:cs="Times New Roman"/>
          <w:sz w:val="24"/>
          <w:szCs w:val="24"/>
        </w:rPr>
        <w:t xml:space="preserve"> Provide ongoing support and ensure the application remains effective.</w:t>
      </w:r>
    </w:p>
    <w:p w14:paraId="633A5C06" w14:textId="77777777" w:rsidR="00F07DAC" w:rsidRPr="00F07DAC" w:rsidRDefault="00F07DAC" w:rsidP="00F07DAC">
      <w:pPr>
        <w:numPr>
          <w:ilvl w:val="1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b/>
          <w:bCs/>
          <w:sz w:val="24"/>
          <w:szCs w:val="24"/>
        </w:rPr>
        <w:t>Activities:</w:t>
      </w:r>
    </w:p>
    <w:p w14:paraId="50E9366F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Establish a support system for end-users, including a helpdesk or support ticketing system.</w:t>
      </w:r>
    </w:p>
    <w:p w14:paraId="1DDA1B84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Monitor application performance and conduct regular health checks.</w:t>
      </w:r>
    </w:p>
    <w:p w14:paraId="535E4C9A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lastRenderedPageBreak/>
        <w:t>Implement continuous monitoring for security vulnerabilities and apply patches promptly.</w:t>
      </w:r>
    </w:p>
    <w:p w14:paraId="63AD8BE1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Gather user feedback for future enhancements and updates.</w:t>
      </w:r>
    </w:p>
    <w:p w14:paraId="13DC3213" w14:textId="77777777" w:rsidR="00F07DAC" w:rsidRPr="00F07DAC" w:rsidRDefault="00F07DAC" w:rsidP="00F07DAC">
      <w:pPr>
        <w:numPr>
          <w:ilvl w:val="2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Plan for version updates and migrations, considering backward compatibility.</w:t>
      </w:r>
    </w:p>
    <w:p w14:paraId="0179B5A2" w14:textId="77777777" w:rsidR="00F07DAC" w:rsidRPr="00F07DAC" w:rsidRDefault="00F07DAC" w:rsidP="00F07DA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07DAC">
        <w:rPr>
          <w:rFonts w:ascii="Times New Roman" w:hAnsi="Times New Roman" w:cs="Times New Roman"/>
          <w:sz w:val="24"/>
          <w:szCs w:val="24"/>
        </w:rPr>
        <w:t>By incorporating these additional details, the SDLC becomes a comprehensive framework that encompasses thorough planning, rigorous analysis, meticulous design, efficient coding, rigorous testing, controlled deployment, and ongoing maintenance, ensuring the successful development and sustenance of a robust application at TechTrendz.</w:t>
      </w:r>
    </w:p>
    <w:p w14:paraId="0BE3F7E7" w14:textId="69440E00" w:rsidR="00145932" w:rsidRPr="000F2626" w:rsidRDefault="00F90938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90938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72DA0724" wp14:editId="1DCCABE0">
            <wp:extent cx="5731510" cy="3465195"/>
            <wp:effectExtent l="0" t="0" r="2540" b="1905"/>
            <wp:docPr id="1877519152" name="Picture 1" descr="A diagram of a software development proces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519152" name="Picture 1" descr="A diagram of a software development process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6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896D5" w14:textId="77777777" w:rsidR="000F2626" w:rsidRPr="000F2626" w:rsidRDefault="000F2626" w:rsidP="000F2626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397224" w14:textId="35B6C936" w:rsidR="009F5982" w:rsidRDefault="009F5982" w:rsidP="000F262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9F5982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7D040" w14:textId="77777777" w:rsidR="005826BD" w:rsidRDefault="005826BD" w:rsidP="00C72B8D">
      <w:pPr>
        <w:spacing w:after="0" w:line="240" w:lineRule="auto"/>
      </w:pPr>
      <w:r>
        <w:separator/>
      </w:r>
    </w:p>
  </w:endnote>
  <w:endnote w:type="continuationSeparator" w:id="0">
    <w:p w14:paraId="200B3111" w14:textId="77777777" w:rsidR="005826BD" w:rsidRDefault="005826BD" w:rsidP="00C72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F4E29" w14:textId="77777777" w:rsidR="005826BD" w:rsidRDefault="005826BD" w:rsidP="00C72B8D">
      <w:pPr>
        <w:spacing w:after="0" w:line="240" w:lineRule="auto"/>
      </w:pPr>
      <w:r>
        <w:separator/>
      </w:r>
    </w:p>
  </w:footnote>
  <w:footnote w:type="continuationSeparator" w:id="0">
    <w:p w14:paraId="33E579B1" w14:textId="77777777" w:rsidR="005826BD" w:rsidRDefault="005826BD" w:rsidP="00C72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10"/>
      <w:gridCol w:w="3009"/>
      <w:gridCol w:w="3007"/>
    </w:tblGrid>
    <w:tr w:rsidR="00616311" w14:paraId="68948F51" w14:textId="77777777" w:rsidTr="00781ACF">
      <w:trPr>
        <w:trHeight w:val="720"/>
      </w:trPr>
      <w:tc>
        <w:tcPr>
          <w:tcW w:w="1667" w:type="pct"/>
          <w:shd w:val="clear" w:color="auto" w:fill="auto"/>
        </w:tcPr>
        <w:p w14:paraId="6E539443" w14:textId="1226A22F" w:rsidR="00616311" w:rsidRPr="000F2626" w:rsidRDefault="000F2626" w:rsidP="00781ACF">
          <w:pPr>
            <w:spacing w:line="480" w:lineRule="auto"/>
            <w:ind w:right="1300"/>
            <w:jc w:val="center"/>
            <w:rPr>
              <w:rFonts w:ascii="Times New Roman" w:hAnsi="Times New Roman" w:cs="Times New Roman"/>
              <w:color w:val="5B9BD5" w:themeColor="accent1"/>
            </w:rPr>
          </w:pPr>
          <w:r w:rsidRPr="000F2626">
            <w:rPr>
              <w:rFonts w:ascii="Times New Roman" w:hAnsi="Times New Roman" w:cs="Times New Roman"/>
              <w:color w:val="000000" w:themeColor="text1"/>
            </w:rPr>
            <w:t>SDLC Phases</w:t>
          </w:r>
        </w:p>
      </w:tc>
      <w:tc>
        <w:tcPr>
          <w:tcW w:w="1667" w:type="pct"/>
        </w:tcPr>
        <w:p w14:paraId="176BCE3F" w14:textId="77777777" w:rsidR="00616311" w:rsidRDefault="00616311">
          <w:pPr>
            <w:pStyle w:val="Header"/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14:paraId="1DD3FCC3" w14:textId="77777777" w:rsidR="00616311" w:rsidRDefault="00616311">
          <w:pPr>
            <w:pStyle w:val="Header"/>
            <w:jc w:val="right"/>
            <w:rPr>
              <w:color w:val="5B9BD5" w:themeColor="accent1"/>
            </w:rPr>
          </w:pPr>
          <w:r>
            <w:rPr>
              <w:color w:val="5B9BD5" w:themeColor="accent1"/>
              <w:sz w:val="24"/>
              <w:szCs w:val="24"/>
            </w:rPr>
            <w:fldChar w:fldCharType="begin"/>
          </w:r>
          <w:r>
            <w:rPr>
              <w:color w:val="5B9BD5" w:themeColor="accent1"/>
              <w:sz w:val="24"/>
              <w:szCs w:val="24"/>
            </w:rPr>
            <w:instrText xml:space="preserve"> PAGE   \* MERGEFORMAT </w:instrText>
          </w:r>
          <w:r>
            <w:rPr>
              <w:color w:val="5B9BD5" w:themeColor="accent1"/>
              <w:sz w:val="24"/>
              <w:szCs w:val="24"/>
            </w:rPr>
            <w:fldChar w:fldCharType="separate"/>
          </w:r>
          <w:r>
            <w:rPr>
              <w:noProof/>
              <w:color w:val="5B9BD5" w:themeColor="accent1"/>
              <w:sz w:val="24"/>
              <w:szCs w:val="24"/>
            </w:rPr>
            <w:t>0</w:t>
          </w:r>
          <w:r>
            <w:rPr>
              <w:color w:val="5B9BD5" w:themeColor="accent1"/>
              <w:sz w:val="24"/>
              <w:szCs w:val="24"/>
            </w:rPr>
            <w:fldChar w:fldCharType="end"/>
          </w:r>
        </w:p>
      </w:tc>
    </w:tr>
  </w:tbl>
  <w:p w14:paraId="62A82679" w14:textId="5EA15555" w:rsidR="00C72B8D" w:rsidRDefault="00C72B8D" w:rsidP="00C72B8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072CC"/>
    <w:multiLevelType w:val="multilevel"/>
    <w:tmpl w:val="86025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B168A6"/>
    <w:multiLevelType w:val="hybridMultilevel"/>
    <w:tmpl w:val="49548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190676">
    <w:abstractNumId w:val="1"/>
  </w:num>
  <w:num w:numId="2" w16cid:durableId="717439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zNDIxNTC1tDA1NTZX0lEKTi0uzszPAykwNKoFACGh7X4tAAAA"/>
  </w:docVars>
  <w:rsids>
    <w:rsidRoot w:val="00FB143E"/>
    <w:rsid w:val="000019A3"/>
    <w:rsid w:val="000050A6"/>
    <w:rsid w:val="00006241"/>
    <w:rsid w:val="000200B0"/>
    <w:rsid w:val="000245DC"/>
    <w:rsid w:val="000D16FA"/>
    <w:rsid w:val="000F2626"/>
    <w:rsid w:val="000F2B88"/>
    <w:rsid w:val="000F483E"/>
    <w:rsid w:val="001042DC"/>
    <w:rsid w:val="00145932"/>
    <w:rsid w:val="00157718"/>
    <w:rsid w:val="00177BB3"/>
    <w:rsid w:val="001F5EA7"/>
    <w:rsid w:val="002D00A0"/>
    <w:rsid w:val="003B2FEC"/>
    <w:rsid w:val="003E34AD"/>
    <w:rsid w:val="004159AE"/>
    <w:rsid w:val="004C12BA"/>
    <w:rsid w:val="005826BD"/>
    <w:rsid w:val="005F5C50"/>
    <w:rsid w:val="00616311"/>
    <w:rsid w:val="00621263"/>
    <w:rsid w:val="00643623"/>
    <w:rsid w:val="00666E81"/>
    <w:rsid w:val="0067699C"/>
    <w:rsid w:val="006C5AA0"/>
    <w:rsid w:val="00736085"/>
    <w:rsid w:val="00781ACF"/>
    <w:rsid w:val="00872A68"/>
    <w:rsid w:val="008A2DDC"/>
    <w:rsid w:val="008A7409"/>
    <w:rsid w:val="008B13FD"/>
    <w:rsid w:val="008F71D3"/>
    <w:rsid w:val="009009F2"/>
    <w:rsid w:val="00987416"/>
    <w:rsid w:val="009B4D88"/>
    <w:rsid w:val="009F5982"/>
    <w:rsid w:val="00A50E7F"/>
    <w:rsid w:val="00A909E2"/>
    <w:rsid w:val="00A93DE8"/>
    <w:rsid w:val="00B253F4"/>
    <w:rsid w:val="00BC3210"/>
    <w:rsid w:val="00BD1B46"/>
    <w:rsid w:val="00C72B8D"/>
    <w:rsid w:val="00CA56ED"/>
    <w:rsid w:val="00CA7567"/>
    <w:rsid w:val="00CF15A9"/>
    <w:rsid w:val="00D33FD8"/>
    <w:rsid w:val="00D37B06"/>
    <w:rsid w:val="00D61DD3"/>
    <w:rsid w:val="00E328E8"/>
    <w:rsid w:val="00E643BE"/>
    <w:rsid w:val="00F07DAC"/>
    <w:rsid w:val="00F3772B"/>
    <w:rsid w:val="00F4617E"/>
    <w:rsid w:val="00F7453C"/>
    <w:rsid w:val="00F90938"/>
    <w:rsid w:val="00F90E47"/>
    <w:rsid w:val="00FB143E"/>
    <w:rsid w:val="00FC6F0D"/>
    <w:rsid w:val="00FE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537FAE"/>
  <w15:chartTrackingRefBased/>
  <w15:docId w15:val="{3023F66D-4ED5-492D-92C2-7EEF0C16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B8D"/>
    <w:pPr>
      <w:spacing w:line="252" w:lineRule="auto"/>
    </w:pPr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2B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B8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72B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B8D"/>
    <w:rPr>
      <w:lang w:val="en-US"/>
    </w:rPr>
  </w:style>
  <w:style w:type="paragraph" w:styleId="ListParagraph">
    <w:name w:val="List Paragraph"/>
    <w:basedOn w:val="Normal"/>
    <w:uiPriority w:val="34"/>
    <w:qFormat/>
    <w:rsid w:val="00D33F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90E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0E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4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M-B113M\Documents\Custom%20Office%20Templates\APA%20Forma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APA Format</Template>
  <TotalTime>20</TotalTime>
  <Pages>7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TM-B113M</dc:creator>
  <cp:keywords/>
  <dc:description/>
  <cp:lastModifiedBy>Ummar Zahid</cp:lastModifiedBy>
  <cp:revision>5</cp:revision>
  <dcterms:created xsi:type="dcterms:W3CDTF">2023-11-11T01:50:00Z</dcterms:created>
  <dcterms:modified xsi:type="dcterms:W3CDTF">2023-11-11T03:13:00Z</dcterms:modified>
</cp:coreProperties>
</file>